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9F8B26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7405C" w:rsidRPr="00896000">
        <w:rPr>
          <w:rFonts w:ascii="Verdana" w:hAnsi="Verdana"/>
          <w:b/>
          <w:bCs/>
        </w:rPr>
        <w:t>„</w:t>
      </w:r>
      <w:r w:rsidR="00C7405C" w:rsidRPr="00072351">
        <w:rPr>
          <w:rFonts w:ascii="Verdana" w:hAnsi="Verdana"/>
          <w:b/>
          <w:bCs/>
        </w:rPr>
        <w:t>Náhradní revize a oprava elektroinstalace MUV 74.2</w:t>
      </w:r>
      <w:r w:rsidR="00C7405C" w:rsidRPr="00896000">
        <w:rPr>
          <w:rFonts w:ascii="Verdana" w:hAnsi="Verdana"/>
          <w:b/>
          <w:bCs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257DD">
        <w:rPr>
          <w:rFonts w:eastAsia="Times New Roman" w:cs="Times New Roman"/>
          <w:lang w:eastAsia="cs-CZ"/>
        </w:rPr>
        <w:t>č.j.</w:t>
      </w:r>
      <w:r w:rsidR="00B257DD" w:rsidRPr="00B257DD">
        <w:rPr>
          <w:rFonts w:eastAsia="Times New Roman" w:cs="Times New Roman"/>
          <w:lang w:eastAsia="cs-CZ"/>
        </w:rPr>
        <w:t xml:space="preserve"> </w:t>
      </w:r>
      <w:r w:rsidR="00C7405C" w:rsidRPr="00C7405C">
        <w:rPr>
          <w:rFonts w:eastAsia="Times New Roman" w:cs="Times New Roman"/>
          <w:lang w:eastAsia="cs-CZ"/>
        </w:rPr>
        <w:t>3602/2026-SŽ-OŘ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4852C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4852C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AAB9E" w14:textId="77777777" w:rsidR="004852CE" w:rsidRDefault="004852CE" w:rsidP="00962258">
      <w:pPr>
        <w:spacing w:after="0" w:line="240" w:lineRule="auto"/>
      </w:pPr>
      <w:r>
        <w:separator/>
      </w:r>
    </w:p>
  </w:endnote>
  <w:endnote w:type="continuationSeparator" w:id="0">
    <w:p w14:paraId="3F3BF96A" w14:textId="77777777" w:rsidR="004852CE" w:rsidRDefault="004852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31B7" w14:textId="77777777" w:rsidR="004852CE" w:rsidRDefault="004852CE" w:rsidP="00962258">
      <w:pPr>
        <w:spacing w:after="0" w:line="240" w:lineRule="auto"/>
      </w:pPr>
      <w:r>
        <w:separator/>
      </w:r>
    </w:p>
  </w:footnote>
  <w:footnote w:type="continuationSeparator" w:id="0">
    <w:p w14:paraId="2DF0B1D7" w14:textId="77777777" w:rsidR="004852CE" w:rsidRDefault="004852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26704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52CE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C4A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57DD"/>
    <w:rsid w:val="00B36B3E"/>
    <w:rsid w:val="00B43543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7405C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26704"/>
    <w:rsid w:val="00390121"/>
    <w:rsid w:val="0049171C"/>
    <w:rsid w:val="00612C4A"/>
    <w:rsid w:val="00710200"/>
    <w:rsid w:val="0087094D"/>
    <w:rsid w:val="00B701A2"/>
    <w:rsid w:val="00B72819"/>
    <w:rsid w:val="00BE31C7"/>
    <w:rsid w:val="00C601C7"/>
    <w:rsid w:val="00DE0EA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0EA2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10DC8BAB065A4594B5BE865896AB2F5B">
    <w:name w:val="10DC8BAB065A4594B5BE865896AB2F5B"/>
    <w:rsid w:val="00DE0EA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2778</Characters>
  <Application>Microsoft Office Word</Application>
  <DocSecurity>0</DocSecurity>
  <Lines>53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10</cp:revision>
  <cp:lastPrinted>2017-11-28T17:18:00Z</cp:lastPrinted>
  <dcterms:created xsi:type="dcterms:W3CDTF">2023-11-16T10:29:00Z</dcterms:created>
  <dcterms:modified xsi:type="dcterms:W3CDTF">2026-01-30T11:44:00Z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